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4879BA" w:rsidRPr="00242319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4879BA" w:rsidRPr="00212BB1" w:rsidRDefault="004879BA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F91EEE">
              <w:rPr>
                <w:rFonts w:asciiTheme="minorHAnsi" w:hAnsiTheme="minorHAnsi" w:cstheme="minorHAnsi"/>
                <w:b/>
                <w:bCs/>
              </w:rPr>
              <w:t>CER1S2NCFR</w:t>
            </w:r>
          </w:p>
        </w:tc>
      </w:tr>
      <w:tr w:rsidR="004879BA" w:rsidRPr="00CC42EC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4879BA" w:rsidRPr="00DB7372" w:rsidRDefault="004879BA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für Flaschen </w:t>
            </w:r>
          </w:p>
        </w:tc>
      </w:tr>
      <w:tr w:rsidR="004879BA" w:rsidRPr="00CC42EC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4879BA" w:rsidRPr="005D54F2" w:rsidRDefault="004879BA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879BA" w:rsidRPr="00242319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4879BA" w:rsidRDefault="004879BA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4879BA" w:rsidRPr="00242319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</w:tcPr>
          <w:p w:rsidR="004879BA" w:rsidRPr="00DB7372" w:rsidRDefault="004879BA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4879BA" w:rsidRPr="00242319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</w:tcPr>
          <w:p w:rsidR="004879BA" w:rsidRPr="00DB7372" w:rsidRDefault="00D2102A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Flaschen</w:t>
            </w:r>
          </w:p>
        </w:tc>
      </w:tr>
      <w:tr w:rsidR="004879BA" w:rsidRPr="00242319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</w:tcPr>
          <w:p w:rsidR="004879BA" w:rsidRPr="00DB7372" w:rsidRDefault="004879BA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4879BA" w:rsidRPr="00242319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</w:tcPr>
          <w:p w:rsidR="004879BA" w:rsidRPr="00DB7372" w:rsidRDefault="004879BA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Französisch</w:t>
            </w:r>
          </w:p>
        </w:tc>
      </w:tr>
      <w:tr w:rsidR="004879BA" w:rsidRPr="00CC42EC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</w:tcPr>
          <w:p w:rsidR="004879BA" w:rsidRPr="00DB7372" w:rsidRDefault="004879BA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 und Desinfektion.</w:t>
            </w:r>
          </w:p>
        </w:tc>
      </w:tr>
      <w:tr w:rsidR="004879BA" w:rsidRPr="00CC42EC" w:rsidTr="00CC0011">
        <w:tc>
          <w:tcPr>
            <w:tcW w:w="3510" w:type="dxa"/>
          </w:tcPr>
          <w:p w:rsidR="004879BA" w:rsidRPr="00DB7372" w:rsidRDefault="004879B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4879BA" w:rsidRPr="00DB7372" w:rsidRDefault="004879BA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879BA" w:rsidRPr="00242319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</w:tcPr>
          <w:p w:rsidR="004879BA" w:rsidRPr="00DB7372" w:rsidRDefault="004879BA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4879BA" w:rsidRPr="00242319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4879BA" w:rsidRPr="00DB7372" w:rsidRDefault="004879BA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879BA" w:rsidRPr="00D2754D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4879BA" w:rsidRPr="00DB7372" w:rsidRDefault="004879BA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4879BA" w:rsidRPr="00242319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</w:tcPr>
          <w:p w:rsidR="004879BA" w:rsidRPr="00DB7372" w:rsidRDefault="004879BA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4879BA" w:rsidRPr="00242319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</w:tcPr>
          <w:p w:rsidR="004879BA" w:rsidRPr="00DB7372" w:rsidRDefault="004879BA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D2102A" w:rsidRPr="00242319" w:rsidTr="00CC0011">
        <w:tc>
          <w:tcPr>
            <w:tcW w:w="3510" w:type="dxa"/>
          </w:tcPr>
          <w:p w:rsidR="00D2102A" w:rsidRPr="00986C54" w:rsidRDefault="00D2102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</w:tcPr>
          <w:p w:rsidR="00D2102A" w:rsidRDefault="00FA0DE4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0.5 to </w:t>
            </w:r>
            <w:r w:rsidR="00D2102A">
              <w:rPr>
                <w:rFonts w:asciiTheme="minorHAnsi" w:hAnsiTheme="minorHAnsi" w:cstheme="minorHAnsi"/>
                <w:lang w:val="de-DE"/>
              </w:rPr>
              <w:t>8 bar</w:t>
            </w:r>
          </w:p>
        </w:tc>
      </w:tr>
      <w:tr w:rsidR="00D2102A" w:rsidRPr="00242319" w:rsidTr="00CC0011">
        <w:tc>
          <w:tcPr>
            <w:tcW w:w="3510" w:type="dxa"/>
          </w:tcPr>
          <w:p w:rsidR="00D2102A" w:rsidRPr="00986C54" w:rsidRDefault="00D2102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</w:tcPr>
          <w:p w:rsidR="00D2102A" w:rsidRDefault="00D2102A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4879BA" w:rsidRPr="00242319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</w:tcPr>
          <w:p w:rsidR="004879BA" w:rsidRPr="00DB7372" w:rsidRDefault="004879BA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4879BA" w:rsidRPr="00242319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4879BA" w:rsidRPr="00DB7372" w:rsidRDefault="004879BA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879BA" w:rsidRPr="00CC42EC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</w:tcPr>
          <w:p w:rsidR="004879BA" w:rsidRPr="00DB7372" w:rsidRDefault="004879B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DB7372">
              <w:rPr>
                <w:rFonts w:asciiTheme="minorHAnsi" w:hAnsiTheme="minorHAnsi" w:cstheme="minorHAnsi"/>
                <w:lang w:val="de-DE"/>
              </w:rPr>
              <w:t>: Spendet berührungslos Wasser, Seife und Desinfektion</w:t>
            </w:r>
          </w:p>
          <w:p w:rsidR="004879BA" w:rsidRPr="00DB7372" w:rsidRDefault="004879B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4879BA" w:rsidRPr="00DB7372" w:rsidRDefault="004879B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4879BA" w:rsidRPr="00DB7372" w:rsidRDefault="004879B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4879BA" w:rsidRPr="00DB7372" w:rsidRDefault="004879B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4879BA" w:rsidRPr="00DB7372" w:rsidRDefault="004879B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4879BA" w:rsidRPr="00DB7372" w:rsidRDefault="004879B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4879BA" w:rsidRPr="00CC42EC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4879BA" w:rsidRPr="00DB7372" w:rsidRDefault="004879BA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879BA" w:rsidRPr="00242319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</w:tcPr>
          <w:p w:rsidR="004879BA" w:rsidRPr="00DB7372" w:rsidRDefault="004879B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4879BA" w:rsidRPr="00DB7372" w:rsidRDefault="004879B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CC42EC">
              <w:rPr>
                <w:rFonts w:asciiTheme="minorHAnsi" w:hAnsiTheme="minorHAnsi" w:cstheme="minorHAnsi"/>
                <w:lang w:val="de-DE"/>
              </w:rPr>
              <w:t>ss</w:t>
            </w:r>
            <w:r w:rsidRPr="00DB7372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4879BA" w:rsidRPr="00DB7372" w:rsidRDefault="00D2102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Euroflaschen</w:t>
            </w:r>
            <w:r w:rsidR="004879BA" w:rsidRPr="00DB7372">
              <w:rPr>
                <w:rFonts w:asciiTheme="minorHAnsi" w:hAnsiTheme="minorHAnsi" w:cstheme="minorHAnsi"/>
                <w:lang w:val="de-DE"/>
              </w:rPr>
              <w:t xml:space="preserve"> mit Seife und Desinfektionsmittel</w:t>
            </w:r>
          </w:p>
          <w:p w:rsidR="004879BA" w:rsidRPr="00DB7372" w:rsidRDefault="004879B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4879BA" w:rsidRPr="00DB7372" w:rsidRDefault="004879B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Je ein Edelstahl-Panzerschlauch (850 mm) für </w:t>
            </w:r>
            <w:bookmarkStart w:id="0" w:name="_GoBack"/>
            <w:bookmarkEnd w:id="0"/>
            <w:r w:rsidRPr="00DB7372">
              <w:rPr>
                <w:rFonts w:asciiTheme="minorHAnsi" w:hAnsiTheme="minorHAnsi" w:cstheme="minorHAnsi"/>
                <w:lang w:val="de-DE"/>
              </w:rPr>
              <w:t>den Warm und Kaltwasseranschluss</w:t>
            </w:r>
          </w:p>
          <w:p w:rsidR="004879BA" w:rsidRPr="00DB7372" w:rsidRDefault="004879B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4879BA" w:rsidRPr="00DB7372" w:rsidRDefault="004879BA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4879BA" w:rsidRPr="00DB7372" w:rsidRDefault="004879BA" w:rsidP="00D2102A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4879BA" w:rsidRPr="00242319" w:rsidTr="00CC0011">
        <w:tc>
          <w:tcPr>
            <w:tcW w:w="3510" w:type="dxa"/>
          </w:tcPr>
          <w:p w:rsidR="004879BA" w:rsidRPr="00986C54" w:rsidRDefault="004879BA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4879BA" w:rsidRPr="00242319" w:rsidRDefault="004879BA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A1A" w:rsidRDefault="00D11A1A" w:rsidP="00187130">
      <w:pPr>
        <w:spacing w:line="240" w:lineRule="auto"/>
      </w:pPr>
      <w:r>
        <w:separator/>
      </w:r>
    </w:p>
  </w:endnote>
  <w:endnote w:type="continuationSeparator" w:id="0">
    <w:p w:rsidR="00D11A1A" w:rsidRDefault="00D11A1A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D2102A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5D54F2">
            <w:rPr>
              <w:sz w:val="16"/>
              <w:szCs w:val="16"/>
            </w:rPr>
            <w:fldChar w:fldCharType="begin"/>
          </w:r>
          <w:r w:rsidR="005D54F2">
            <w:rPr>
              <w:sz w:val="16"/>
              <w:szCs w:val="16"/>
              <w:lang w:val="de-DE"/>
            </w:rPr>
            <w:instrText xml:space="preserve"> TIME \@ "dd.MM.yyyy" </w:instrText>
          </w:r>
          <w:r w:rsidR="005D54F2">
            <w:rPr>
              <w:sz w:val="16"/>
              <w:szCs w:val="16"/>
            </w:rPr>
            <w:fldChar w:fldCharType="separate"/>
          </w:r>
          <w:r w:rsidR="00CC42EC">
            <w:rPr>
              <w:noProof/>
              <w:sz w:val="16"/>
              <w:szCs w:val="16"/>
              <w:lang w:val="de-DE"/>
            </w:rPr>
            <w:t>27.01.2020</w:t>
          </w:r>
          <w:r w:rsidR="005D54F2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A0DE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A0DE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A1A" w:rsidRDefault="00D11A1A" w:rsidP="00187130">
      <w:pPr>
        <w:spacing w:line="240" w:lineRule="auto"/>
      </w:pPr>
      <w:r>
        <w:separator/>
      </w:r>
    </w:p>
  </w:footnote>
  <w:footnote w:type="continuationSeparator" w:id="0">
    <w:p w:rsidR="00D11A1A" w:rsidRDefault="00D11A1A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F397B"/>
    <w:rsid w:val="0016579A"/>
    <w:rsid w:val="00187130"/>
    <w:rsid w:val="00283DCF"/>
    <w:rsid w:val="00311054"/>
    <w:rsid w:val="004879BA"/>
    <w:rsid w:val="004E5BA6"/>
    <w:rsid w:val="004F6ABC"/>
    <w:rsid w:val="00520B84"/>
    <w:rsid w:val="005D54F2"/>
    <w:rsid w:val="006F3CB6"/>
    <w:rsid w:val="00736F17"/>
    <w:rsid w:val="008A348D"/>
    <w:rsid w:val="008B327F"/>
    <w:rsid w:val="008D6316"/>
    <w:rsid w:val="00921DEB"/>
    <w:rsid w:val="00967D7A"/>
    <w:rsid w:val="00A87852"/>
    <w:rsid w:val="00B32D1F"/>
    <w:rsid w:val="00CC42EC"/>
    <w:rsid w:val="00CE4B09"/>
    <w:rsid w:val="00D11A1A"/>
    <w:rsid w:val="00D2102A"/>
    <w:rsid w:val="00D3408D"/>
    <w:rsid w:val="00F041C0"/>
    <w:rsid w:val="00F55368"/>
    <w:rsid w:val="00FA0DE4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DF74EA4"/>
  <w15:docId w15:val="{7187DA02-8F8B-418A-B908-252F9D18C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2015-05-21T07:15:00Z</dcterms:created>
  <dcterms:modified xsi:type="dcterms:W3CDTF">2020-01-27T16:05:00Z</dcterms:modified>
</cp:coreProperties>
</file>